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B11" w:rsidRDefault="00261B11" w:rsidP="00261B11">
      <w:pPr>
        <w:pStyle w:val="Heading1"/>
      </w:pPr>
      <w:bookmarkStart w:id="0" w:name="_Toc502431383"/>
      <w:bookmarkStart w:id="1" w:name="_GoBack"/>
      <w:bookmarkEnd w:id="1"/>
      <w:r>
        <w:t>My Section</w:t>
      </w:r>
      <w:bookmarkEnd w:id="0"/>
    </w:p>
    <w:p w:rsidR="009770BE" w:rsidRDefault="0042770D">
      <w:hyperlink w:anchor="Bar" w:history="1">
        <w:r w:rsidR="0043349F" w:rsidRPr="0043349F">
          <w:rPr>
            <w:rStyle w:val="Hyperlink"/>
          </w:rPr>
          <w:t>Here is a link.</w:t>
        </w:r>
      </w:hyperlink>
    </w:p>
    <w:p w:rsidR="0043349F" w:rsidRDefault="0043349F"/>
    <w:p w:rsidR="0043349F" w:rsidRDefault="0043349F">
      <w:bookmarkStart w:id="2" w:name="Foo"/>
      <w:bookmarkStart w:id="3" w:name="Bar"/>
      <w:r>
        <w:t>Here is the target.</w:t>
      </w:r>
      <w:bookmarkEnd w:id="2"/>
      <w:bookmarkEnd w:id="3"/>
    </w:p>
    <w:sectPr w:rsidR="004334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49F"/>
    <w:rsid w:val="00261B11"/>
    <w:rsid w:val="0042770D"/>
    <w:rsid w:val="0043349F"/>
    <w:rsid w:val="009770BE"/>
    <w:rsid w:val="00A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7595D9-C64B-4CB7-A822-00FB14FE9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1B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349F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61B1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AE7883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AE788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4A804-42D7-4AFB-BC7F-2AD2E6EBF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 University</Company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KSAS-IT</dc:creator>
  <cp:keywords/>
  <dc:description/>
  <cp:lastModifiedBy>KSAS-IT</cp:lastModifiedBy>
  <cp:revision>3</cp:revision>
  <dcterms:created xsi:type="dcterms:W3CDTF">2017-12-31T01:15:00Z</dcterms:created>
  <dcterms:modified xsi:type="dcterms:W3CDTF">2017-12-31T03:37:00Z</dcterms:modified>
</cp:coreProperties>
</file>